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0E2C64CC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D748D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127D" w14:textId="77777777" w:rsidR="00F87877" w:rsidRDefault="00F87877" w:rsidP="00962258">
      <w:pPr>
        <w:spacing w:after="0" w:line="240" w:lineRule="auto"/>
      </w:pPr>
      <w:r>
        <w:separator/>
      </w:r>
    </w:p>
  </w:endnote>
  <w:endnote w:type="continuationSeparator" w:id="0">
    <w:p w14:paraId="707A7D5D" w14:textId="77777777" w:rsidR="00F87877" w:rsidRDefault="00F878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F6B96" w14:textId="77777777" w:rsidR="00F87877" w:rsidRDefault="00F87877" w:rsidP="00962258">
      <w:pPr>
        <w:spacing w:after="0" w:line="240" w:lineRule="auto"/>
      </w:pPr>
      <w:r>
        <w:separator/>
      </w:r>
    </w:p>
  </w:footnote>
  <w:footnote w:type="continuationSeparator" w:id="0">
    <w:p w14:paraId="34407811" w14:textId="77777777" w:rsidR="00F87877" w:rsidRDefault="00F878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1098A71B" w:rsidR="00F1715C" w:rsidRPr="00D6163D" w:rsidRDefault="00F1715C" w:rsidP="00FC6389">
    <w:pPr>
      <w:pStyle w:val="Zhlav"/>
      <w:rPr>
        <w:sz w:val="8"/>
        <w:szCs w:val="8"/>
      </w:rPr>
    </w:pP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2890"/>
    <w:rsid w:val="00031AF8"/>
    <w:rsid w:val="00047543"/>
    <w:rsid w:val="00072C1E"/>
    <w:rsid w:val="000A70BA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1D748D"/>
    <w:rsid w:val="00207DF5"/>
    <w:rsid w:val="0021024E"/>
    <w:rsid w:val="00216C0D"/>
    <w:rsid w:val="00227D3F"/>
    <w:rsid w:val="0024016F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682D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1AC8"/>
    <w:rsid w:val="008659F3"/>
    <w:rsid w:val="00886D4B"/>
    <w:rsid w:val="00895406"/>
    <w:rsid w:val="0089639E"/>
    <w:rsid w:val="008A3568"/>
    <w:rsid w:val="008D03B9"/>
    <w:rsid w:val="008F18D6"/>
    <w:rsid w:val="00903476"/>
    <w:rsid w:val="00904780"/>
    <w:rsid w:val="00922385"/>
    <w:rsid w:val="009223DF"/>
    <w:rsid w:val="00923DE9"/>
    <w:rsid w:val="00936091"/>
    <w:rsid w:val="00940D8A"/>
    <w:rsid w:val="00955D7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621"/>
    <w:rsid w:val="00A531B5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C7DB0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7AC6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878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19</cp:revision>
  <cp:lastPrinted>2025-06-11T12:39:00Z</cp:lastPrinted>
  <dcterms:created xsi:type="dcterms:W3CDTF">2024-03-05T10:06:00Z</dcterms:created>
  <dcterms:modified xsi:type="dcterms:W3CDTF">2025-06-11T12:39:00Z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